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8A5169" w:rsidRDefault="0018159A" w:rsidP="0069129C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Waterafvoersysteem voor gebouwen waar bijzondere eisen gesteld worden inzake geluidshinder. Het bestaat uit verzwaard</w:t>
      </w:r>
      <w:r w:rsidR="00444B9B" w:rsidRPr="00444B9B">
        <w:rPr>
          <w:lang w:val="nl-BE"/>
        </w:rPr>
        <w:t xml:space="preserve"> polypropyleen (PP). De verbindingen tussen de buizen en/of fittingen zijn steekverbindingen. De buizen en fittingen zijn uitgerust</w:t>
      </w:r>
      <w:r w:rsidR="008B6BB6">
        <w:rPr>
          <w:lang w:val="nl-BE"/>
        </w:rPr>
        <w:t xml:space="preserve"> met</w:t>
      </w:r>
      <w:r w:rsidR="00444B9B" w:rsidRPr="00444B9B">
        <w:rPr>
          <w:lang w:val="nl-BE"/>
        </w:rPr>
        <w:t xml:space="preserve"> insteekmoffen met een dichtingsring</w:t>
      </w:r>
      <w:r w:rsidR="00444B9B">
        <w:t>.</w:t>
      </w:r>
    </w:p>
    <w:p w:rsidR="0018159A" w:rsidRDefault="0018159A" w:rsidP="0069129C">
      <w:pPr>
        <w:pStyle w:val="Bulleted1"/>
        <w:numPr>
          <w:ilvl w:val="0"/>
          <w:numId w:val="0"/>
        </w:numPr>
      </w:pPr>
    </w:p>
    <w:p w:rsidR="0018159A" w:rsidRDefault="0018159A" w:rsidP="0069129C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De buizen en fittingen dienen met geluidsisolerende beugels en geluidsisolatiematerialen gemonteerd te worden om het on</w:t>
      </w:r>
      <w:r>
        <w:rPr>
          <w:lang w:val="nl-BE"/>
        </w:rPr>
        <w:t>t</w:t>
      </w:r>
      <w:r w:rsidRPr="00A04040">
        <w:rPr>
          <w:lang w:val="nl-BE"/>
        </w:rPr>
        <w:t>staan van luchtgeluid en de overdracht van contactgeluid te beperken</w:t>
      </w:r>
      <w:r>
        <w:rPr>
          <w:lang w:val="nl-BE"/>
        </w:rPr>
        <w:t>.</w:t>
      </w:r>
    </w:p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w:rsidR="00444B9B" w:rsidRDefault="00444B9B" w:rsidP="00444B9B">
      <w:pPr>
        <w:pStyle w:val="Bulleted2"/>
        <w:numPr>
          <w:ilvl w:val="0"/>
          <w:numId w:val="0"/>
        </w:numPr>
      </w:pPr>
      <w:r>
        <w:t xml:space="preserve">De buizen </w:t>
      </w:r>
      <w:r w:rsidR="003916BC">
        <w:t xml:space="preserve">zijn zwart en </w:t>
      </w:r>
      <w:r w:rsidR="0018159A">
        <w:t xml:space="preserve">bestaan uit </w:t>
      </w:r>
      <w:r w:rsidR="003916BC">
        <w:t>e</w:t>
      </w:r>
      <w:r w:rsidR="0018159A">
        <w:t xml:space="preserve">en </w:t>
      </w:r>
      <w:r w:rsidR="003916BC">
        <w:t>mengsel van polypropyleen met en minerale vulstof.</w:t>
      </w:r>
    </w:p>
    <w:p w:rsidR="00444B9B" w:rsidRDefault="00444B9B" w:rsidP="00444B9B">
      <w:pPr>
        <w:pStyle w:val="Bulleted2"/>
        <w:numPr>
          <w:ilvl w:val="0"/>
          <w:numId w:val="0"/>
        </w:numPr>
      </w:pPr>
    </w:p>
    <w:p w:rsidR="000B1173" w:rsidRDefault="00444B9B" w:rsidP="00444B9B">
      <w:pPr>
        <w:pStyle w:val="Bulleted2"/>
        <w:numPr>
          <w:ilvl w:val="0"/>
          <w:numId w:val="0"/>
        </w:numPr>
      </w:pPr>
      <w:r>
        <w:t xml:space="preserve">De buizen bestaan in twee varianten : buizen met één mof en buizen met twee moffen. Buizen met twee insteekmoffen worden steeds in twee afzonderlijke delen, telkens met één </w:t>
      </w:r>
      <w:proofErr w:type="spellStart"/>
      <w:r>
        <w:t>insteekmof</w:t>
      </w:r>
      <w:proofErr w:type="spellEnd"/>
      <w:r>
        <w:t xml:space="preserve">, toegepast. Buizen met </w:t>
      </w:r>
      <w:r w:rsidR="003916BC">
        <w:t>éé</w:t>
      </w:r>
      <w:r>
        <w:t>n en twee moffen zijn in verschillende handelslengten verkrijgbaar</w:t>
      </w:r>
      <w:r w:rsidR="003916BC">
        <w:t xml:space="preserve"> en hebben de volgende wanddiktes:</w:t>
      </w:r>
    </w:p>
    <w:p w:rsidR="003916BC" w:rsidRDefault="003916BC" w:rsidP="00444B9B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3,8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4,5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5,0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</w:tbl>
    <w:p w:rsidR="008A5169" w:rsidRPr="00D06139" w:rsidRDefault="00444B9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De steekfittingen </w:t>
      </w:r>
      <w:r w:rsidR="00E17A90">
        <w:t xml:space="preserve">zijn zwart en </w:t>
      </w:r>
      <w:r>
        <w:t>bestaan uit een mengsel van PP en een minerale vulstof.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B6BB6" w:rsidRDefault="00586178" w:rsidP="008B6BB6">
      <w:pPr>
        <w:pStyle w:val="Bulleted2"/>
        <w:numPr>
          <w:ilvl w:val="0"/>
          <w:numId w:val="0"/>
        </w:numPr>
      </w:pPr>
      <w:r>
        <w:t>Om het hogere geluidsniveau in de richtingsveranderingen van het leidingtraject te neutraliseren hebben de fittingen ter hoogte van de impactzone een verhoogde wanddikte.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A5169" w:rsidRDefault="008B6BB6" w:rsidP="008B6BB6">
      <w:pPr>
        <w:pStyle w:val="Bulleted2"/>
        <w:numPr>
          <w:ilvl w:val="0"/>
          <w:numId w:val="0"/>
        </w:numPr>
      </w:pPr>
      <w:r>
        <w:t>Op de fittingen zijn elke 30° hoekindicatoren aangebracht voor een makkelijkere uitlijning.</w:t>
      </w:r>
      <w:r w:rsidR="00586178">
        <w:t xml:space="preserve">  Ze zijn tevens voorzien van een aanslag die de insteekdiepte bepaalt en het contactoppervlak met de dichting van een volgende fitting beschermt tegen beschadigingen.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133163" w:rsidRDefault="00133163" w:rsidP="008B6BB6">
      <w:pPr>
        <w:pStyle w:val="Bulleted2"/>
        <w:numPr>
          <w:ilvl w:val="0"/>
          <w:numId w:val="0"/>
        </w:numPr>
      </w:pP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Verbindingen</w:t>
      </w: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De steekverbindingen tussen buizen en/of fittingen worden steeds gemaakt in de richting van de stroom van het water (trechterprincipe). </w:t>
      </w:r>
    </w:p>
    <w:p w:rsidR="008B6BB6" w:rsidRDefault="008B6BB6" w:rsidP="008B6BB6">
      <w:pPr>
        <w:pStyle w:val="Bulleted2"/>
        <w:numPr>
          <w:ilvl w:val="0"/>
          <w:numId w:val="0"/>
        </w:numPr>
      </w:pP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Buizen en fittingen zijn uitgerust met een </w:t>
      </w:r>
      <w:proofErr w:type="spellStart"/>
      <w:r>
        <w:t>steekmof</w:t>
      </w:r>
      <w:proofErr w:type="spellEnd"/>
      <w:r>
        <w:t xml:space="preserve"> met dichtingsring in EPDM.</w:t>
      </w:r>
    </w:p>
    <w:p w:rsidR="00133163" w:rsidRPr="00D06139" w:rsidRDefault="00133163" w:rsidP="00133163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Bevestigingen</w:t>
      </w:r>
    </w:p>
    <w:p w:rsidR="00133163" w:rsidRDefault="00133163" w:rsidP="00133163">
      <w:pPr>
        <w:pStyle w:val="Bulleted2"/>
        <w:numPr>
          <w:ilvl w:val="0"/>
          <w:numId w:val="0"/>
        </w:numPr>
      </w:pPr>
      <w:r w:rsidRPr="00FD410F">
        <w:rPr>
          <w:lang w:val="nl-BE"/>
        </w:rPr>
        <w:t xml:space="preserve">De buizen worden bevestigd met verzinkt stalen bevestigingsbeugels met een voering die speciaal ontworpen zijn om te voorkomen dat de </w:t>
      </w:r>
      <w:proofErr w:type="spellStart"/>
      <w:r w:rsidRPr="00FD410F">
        <w:rPr>
          <w:lang w:val="nl-BE"/>
        </w:rPr>
        <w:t>contactgeluidisolerende</w:t>
      </w:r>
      <w:proofErr w:type="spellEnd"/>
      <w:r w:rsidRPr="00FD410F">
        <w:rPr>
          <w:lang w:val="nl-BE"/>
        </w:rPr>
        <w:t xml:space="preserve"> prestaties negatief beïnvloed worden</w:t>
      </w:r>
      <w:r>
        <w:t>.</w:t>
      </w: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 buitenzijde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586178">
              <w:t>8</w:t>
            </w:r>
            <w:r>
              <w:t xml:space="preserve"> g/cm³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-10°C </w:t>
            </w:r>
            <w:r w:rsidR="009A6B3D">
              <w:t>tot</w:t>
            </w:r>
            <w:r>
              <w:t xml:space="preserve">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A5169" w:rsidRDefault="008B6BB6" w:rsidP="008A5169">
      <w:pPr>
        <w:pStyle w:val="Bulleted1"/>
        <w:numPr>
          <w:ilvl w:val="0"/>
          <w:numId w:val="0"/>
        </w:numPr>
      </w:pPr>
      <w:r>
        <w:t>Volgens de richtlijnen van de fabrikant</w:t>
      </w:r>
      <w:r w:rsidR="00133163">
        <w:t>.</w:t>
      </w:r>
    </w:p>
    <w:p w:rsidR="008A5169" w:rsidRDefault="008A5169" w:rsidP="008A5169">
      <w:pPr>
        <w:pStyle w:val="Bulleted2"/>
        <w:numPr>
          <w:ilvl w:val="0"/>
          <w:numId w:val="0"/>
        </w:numPr>
      </w:pPr>
    </w:p>
    <w:p w:rsidR="00586178" w:rsidRPr="00FF20C8" w:rsidRDefault="00586178" w:rsidP="008A5169">
      <w:pPr>
        <w:pStyle w:val="Bulleted2"/>
        <w:numPr>
          <w:ilvl w:val="0"/>
          <w:numId w:val="0"/>
        </w:numPr>
      </w:pPr>
      <w:r>
        <w:t>Buizen, fittingen en bevestigingsbeugels moeten van dezelfde fabrikant zijn.</w:t>
      </w:r>
    </w:p>
    <w:p w:rsidR="00213C8D" w:rsidRPr="00D06139" w:rsidRDefault="00213C8D" w:rsidP="00213C8D">
      <w:pPr>
        <w:pStyle w:val="Kop1"/>
        <w:spacing w:before="240"/>
        <w:rPr>
          <w:rFonts w:ascii="Arial" w:hAnsi="Arial"/>
          <w:b/>
        </w:rPr>
      </w:pPr>
      <w:bookmarkStart w:id="0" w:name="_Hlk61446443"/>
      <w:r>
        <w:rPr>
          <w:rFonts w:ascii="Arial" w:hAnsi="Arial"/>
          <w:b/>
        </w:rPr>
        <w:t>Certificatie</w:t>
      </w:r>
    </w:p>
    <w:p w:rsidR="00213C8D" w:rsidRPr="000B78C4" w:rsidRDefault="00213C8D" w:rsidP="00213C8D">
      <w:pPr>
        <w:pStyle w:val="Bulleted2"/>
        <w:numPr>
          <w:ilvl w:val="0"/>
          <w:numId w:val="0"/>
        </w:numPr>
        <w:rPr>
          <w:lang w:val="nl-BE"/>
        </w:rPr>
      </w:pPr>
      <w:bookmarkStart w:id="1" w:name="_GoBack"/>
      <w:bookmarkEnd w:id="1"/>
      <w:r w:rsidRPr="000B78C4">
        <w:rPr>
          <w:lang w:val="nl-BE"/>
        </w:rPr>
        <w:t>Het product bezit een EPD (</w:t>
      </w:r>
      <w:proofErr w:type="spellStart"/>
      <w:r w:rsidRPr="000B78C4">
        <w:rPr>
          <w:lang w:val="nl-BE"/>
        </w:rPr>
        <w:t>Environmental</w:t>
      </w:r>
      <w:proofErr w:type="spellEnd"/>
      <w:r w:rsidRPr="000B78C4">
        <w:rPr>
          <w:lang w:val="nl-BE"/>
        </w:rPr>
        <w:t xml:space="preserve"> Product </w:t>
      </w:r>
      <w:proofErr w:type="spellStart"/>
      <w:r w:rsidRPr="000B78C4">
        <w:rPr>
          <w:lang w:val="nl-BE"/>
        </w:rPr>
        <w:t>Declaration</w:t>
      </w:r>
      <w:proofErr w:type="spellEnd"/>
      <w:r w:rsidRPr="000B78C4">
        <w:rPr>
          <w:lang w:val="nl-BE"/>
        </w:rPr>
        <w:t xml:space="preserve">) </w:t>
      </w:r>
      <w:r>
        <w:rPr>
          <w:lang w:val="nl-BE"/>
        </w:rPr>
        <w:t>volgens de norm</w:t>
      </w:r>
      <w:r w:rsidRPr="000B78C4">
        <w:rPr>
          <w:lang w:val="nl-BE"/>
        </w:rPr>
        <w:t xml:space="preserve"> EN15804.</w:t>
      </w:r>
      <w:bookmarkEnd w:id="0"/>
    </w:p>
    <w:p w:rsidR="008A5169" w:rsidRPr="00213C8D" w:rsidRDefault="008A5169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8A5169" w:rsidRPr="00213C8D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CF4" w:rsidRDefault="00421CF4">
      <w:r>
        <w:separator/>
      </w:r>
    </w:p>
  </w:endnote>
  <w:endnote w:type="continuationSeparator" w:id="0">
    <w:p w:rsidR="00421CF4" w:rsidRDefault="0042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CF4" w:rsidRDefault="00421CF4">
      <w:r>
        <w:separator/>
      </w:r>
    </w:p>
  </w:footnote>
  <w:footnote w:type="continuationSeparator" w:id="0">
    <w:p w:rsidR="00421CF4" w:rsidRDefault="0042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444B9B">
      <w:rPr>
        <w:rFonts w:ascii="Arial" w:hAnsi="Arial" w:cs="Arial"/>
        <w:b/>
      </w:rPr>
      <w:t>Silent</w:t>
    </w:r>
    <w:proofErr w:type="spellEnd"/>
    <w:r w:rsidR="00444B9B">
      <w:rPr>
        <w:rFonts w:ascii="Arial" w:hAnsi="Arial" w:cs="Arial"/>
        <w:b/>
      </w:rPr>
      <w:t>-P</w:t>
    </w:r>
    <w:r w:rsidR="0018159A">
      <w:rPr>
        <w:rFonts w:ascii="Arial" w:hAnsi="Arial" w:cs="Arial"/>
        <w:b/>
      </w:rPr>
      <w:t>ro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3"/>
    <w:rsid w:val="0013316F"/>
    <w:rsid w:val="00140C45"/>
    <w:rsid w:val="001477B0"/>
    <w:rsid w:val="00153C00"/>
    <w:rsid w:val="001713AD"/>
    <w:rsid w:val="0018159A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07163"/>
    <w:rsid w:val="00213C8D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16BC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1232B"/>
    <w:rsid w:val="00412A49"/>
    <w:rsid w:val="00415341"/>
    <w:rsid w:val="004164C8"/>
    <w:rsid w:val="00416879"/>
    <w:rsid w:val="00417301"/>
    <w:rsid w:val="00421CF4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265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178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17A90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C15FD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8274386-B3B8-4FF3-A133-73C53F418AFC}"/>
</file>

<file path=customXml/itemProps2.xml><?xml version="1.0" encoding="utf-8"?>
<ds:datastoreItem xmlns:ds="http://schemas.openxmlformats.org/officeDocument/2006/customXml" ds:itemID="{41B262DC-05A1-4D6F-A12D-B6CE4EA4808E}"/>
</file>

<file path=customXml/itemProps3.xml><?xml version="1.0" encoding="utf-8"?>
<ds:datastoreItem xmlns:ds="http://schemas.openxmlformats.org/officeDocument/2006/customXml" ds:itemID="{FCF03558-4D33-4D90-A7DE-981AC8FB7D4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53</TotalTime>
  <Pages>2</Pages>
  <Words>332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2020-04-07T20:46:00Z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